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56C57C3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list </w:t>
      </w:r>
      <w:r w:rsidRPr="001424B3">
        <w:rPr>
          <w:b/>
          <w:color w:val="FF5200" w:themeColor="accent2"/>
          <w:sz w:val="36"/>
          <w:szCs w:val="36"/>
        </w:rPr>
        <w:t>nabídky</w:t>
      </w:r>
      <w:r w:rsidR="0031280B" w:rsidRPr="001424B3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BF1600" w:rsidRPr="00BF1600">
        <w:rPr>
          <w:b/>
          <w:color w:val="FF5200" w:themeColor="accent2"/>
          <w:sz w:val="36"/>
          <w:szCs w:val="36"/>
        </w:rPr>
        <w:t>Pravidelný úklid administrativních prostor SŽ</w:t>
      </w:r>
      <w:r w:rsidR="0031280B" w:rsidRPr="001424B3">
        <w:rPr>
          <w:b/>
          <w:color w:val="FF5200" w:themeColor="accent2"/>
          <w:sz w:val="36"/>
          <w:szCs w:val="36"/>
        </w:rPr>
        <w:t>“</w:t>
      </w:r>
      <w:r w:rsidR="000128D4" w:rsidRPr="001424B3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BF160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BF160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5C6973" w:rsidRPr="005C697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17998/2022-SŽ-GŘ-O8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A6A5E4D" w14:textId="77777777" w:rsidR="00D251E6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5DB0B5DE" w14:textId="447BE330" w:rsidR="00D251E6" w:rsidRDefault="00904F5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6436069" w:history="1">
            <w:r w:rsidR="00D251E6" w:rsidRPr="00AF7882">
              <w:rPr>
                <w:rStyle w:val="Hypertextovodkaz"/>
                <w:noProof/>
              </w:rPr>
              <w:t>Kapitola 1.</w:t>
            </w:r>
            <w:r w:rsidR="00D251E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251E6" w:rsidRPr="00AF7882">
              <w:rPr>
                <w:rStyle w:val="Hypertextovodkaz"/>
                <w:noProof/>
              </w:rPr>
              <w:t>Základní údaje k nabídce</w:t>
            </w:r>
            <w:r w:rsidR="00D251E6">
              <w:rPr>
                <w:noProof/>
                <w:webHidden/>
              </w:rPr>
              <w:tab/>
            </w:r>
            <w:r w:rsidR="00D251E6">
              <w:rPr>
                <w:noProof/>
                <w:webHidden/>
              </w:rPr>
              <w:fldChar w:fldCharType="begin"/>
            </w:r>
            <w:r w:rsidR="00D251E6">
              <w:rPr>
                <w:noProof/>
                <w:webHidden/>
              </w:rPr>
              <w:instrText xml:space="preserve"> PAGEREF _Toc96436069 \h </w:instrText>
            </w:r>
            <w:r w:rsidR="00D251E6">
              <w:rPr>
                <w:noProof/>
                <w:webHidden/>
              </w:rPr>
            </w:r>
            <w:r w:rsidR="00D251E6">
              <w:rPr>
                <w:noProof/>
                <w:webHidden/>
              </w:rPr>
              <w:fldChar w:fldCharType="separate"/>
            </w:r>
            <w:r w:rsidR="00D251E6">
              <w:rPr>
                <w:noProof/>
                <w:webHidden/>
              </w:rPr>
              <w:t>2</w:t>
            </w:r>
            <w:r w:rsidR="00D251E6">
              <w:rPr>
                <w:noProof/>
                <w:webHidden/>
              </w:rPr>
              <w:fldChar w:fldCharType="end"/>
            </w:r>
          </w:hyperlink>
        </w:p>
        <w:p w14:paraId="5F3DF644" w14:textId="66EA2C59" w:rsidR="00D251E6" w:rsidRDefault="00904F5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6436070" w:history="1">
            <w:r w:rsidR="00D251E6" w:rsidRPr="00AF7882">
              <w:rPr>
                <w:rStyle w:val="Hypertextovodkaz"/>
                <w:noProof/>
              </w:rPr>
              <w:t>Kapitola 2.</w:t>
            </w:r>
            <w:r w:rsidR="00D251E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251E6" w:rsidRPr="00AF7882">
              <w:rPr>
                <w:rStyle w:val="Hypertextovodkaz"/>
                <w:noProof/>
              </w:rPr>
              <w:t>Čestné prohlášení o splnění základní způsobilosti</w:t>
            </w:r>
            <w:r w:rsidR="00D251E6">
              <w:rPr>
                <w:noProof/>
                <w:webHidden/>
              </w:rPr>
              <w:tab/>
            </w:r>
            <w:r w:rsidR="00D251E6">
              <w:rPr>
                <w:noProof/>
                <w:webHidden/>
              </w:rPr>
              <w:fldChar w:fldCharType="begin"/>
            </w:r>
            <w:r w:rsidR="00D251E6">
              <w:rPr>
                <w:noProof/>
                <w:webHidden/>
              </w:rPr>
              <w:instrText xml:space="preserve"> PAGEREF _Toc96436070 \h </w:instrText>
            </w:r>
            <w:r w:rsidR="00D251E6">
              <w:rPr>
                <w:noProof/>
                <w:webHidden/>
              </w:rPr>
            </w:r>
            <w:r w:rsidR="00D251E6">
              <w:rPr>
                <w:noProof/>
                <w:webHidden/>
              </w:rPr>
              <w:fldChar w:fldCharType="separate"/>
            </w:r>
            <w:r w:rsidR="00D251E6">
              <w:rPr>
                <w:noProof/>
                <w:webHidden/>
              </w:rPr>
              <w:t>3</w:t>
            </w:r>
            <w:r w:rsidR="00D251E6">
              <w:rPr>
                <w:noProof/>
                <w:webHidden/>
              </w:rPr>
              <w:fldChar w:fldCharType="end"/>
            </w:r>
          </w:hyperlink>
        </w:p>
        <w:p w14:paraId="671D68C4" w14:textId="616BF730" w:rsidR="00D251E6" w:rsidRDefault="00904F5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6436071" w:history="1">
            <w:r w:rsidR="00D251E6" w:rsidRPr="00AF7882">
              <w:rPr>
                <w:rStyle w:val="Hypertextovodkaz"/>
                <w:noProof/>
              </w:rPr>
              <w:t>Kapitola 3.</w:t>
            </w:r>
            <w:r w:rsidR="00D251E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251E6" w:rsidRPr="00AF7882">
              <w:rPr>
                <w:rStyle w:val="Hypertextovodkaz"/>
                <w:noProof/>
              </w:rPr>
              <w:t>Čestné prohlášení účastníka k neuzavření zakázaných dohod</w:t>
            </w:r>
            <w:r w:rsidR="00D251E6">
              <w:rPr>
                <w:noProof/>
                <w:webHidden/>
              </w:rPr>
              <w:tab/>
            </w:r>
            <w:r w:rsidR="00D251E6">
              <w:rPr>
                <w:noProof/>
                <w:webHidden/>
              </w:rPr>
              <w:fldChar w:fldCharType="begin"/>
            </w:r>
            <w:r w:rsidR="00D251E6">
              <w:rPr>
                <w:noProof/>
                <w:webHidden/>
              </w:rPr>
              <w:instrText xml:space="preserve"> PAGEREF _Toc96436071 \h </w:instrText>
            </w:r>
            <w:r w:rsidR="00D251E6">
              <w:rPr>
                <w:noProof/>
                <w:webHidden/>
              </w:rPr>
            </w:r>
            <w:r w:rsidR="00D251E6">
              <w:rPr>
                <w:noProof/>
                <w:webHidden/>
              </w:rPr>
              <w:fldChar w:fldCharType="separate"/>
            </w:r>
            <w:r w:rsidR="00D251E6">
              <w:rPr>
                <w:noProof/>
                <w:webHidden/>
              </w:rPr>
              <w:t>4</w:t>
            </w:r>
            <w:r w:rsidR="00D251E6">
              <w:rPr>
                <w:noProof/>
                <w:webHidden/>
              </w:rPr>
              <w:fldChar w:fldCharType="end"/>
            </w:r>
          </w:hyperlink>
        </w:p>
        <w:p w14:paraId="6E490DC7" w14:textId="5A95E54A" w:rsidR="00D251E6" w:rsidRDefault="00904F5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6436072" w:history="1">
            <w:r w:rsidR="00D251E6" w:rsidRPr="00AF7882">
              <w:rPr>
                <w:rStyle w:val="Hypertextovodkaz"/>
                <w:noProof/>
              </w:rPr>
              <w:t>Kapitola 4.</w:t>
            </w:r>
            <w:r w:rsidR="00D251E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251E6" w:rsidRPr="00AF7882">
              <w:rPr>
                <w:rStyle w:val="Hypertextovodkaz"/>
                <w:noProof/>
              </w:rPr>
              <w:t>Čestné prohlášení o splnění technické kvalifikace</w:t>
            </w:r>
            <w:r w:rsidR="00D251E6">
              <w:rPr>
                <w:noProof/>
                <w:webHidden/>
              </w:rPr>
              <w:tab/>
            </w:r>
            <w:r w:rsidR="00D251E6">
              <w:rPr>
                <w:noProof/>
                <w:webHidden/>
              </w:rPr>
              <w:fldChar w:fldCharType="begin"/>
            </w:r>
            <w:r w:rsidR="00D251E6">
              <w:rPr>
                <w:noProof/>
                <w:webHidden/>
              </w:rPr>
              <w:instrText xml:space="preserve"> PAGEREF _Toc96436072 \h </w:instrText>
            </w:r>
            <w:r w:rsidR="00D251E6">
              <w:rPr>
                <w:noProof/>
                <w:webHidden/>
              </w:rPr>
            </w:r>
            <w:r w:rsidR="00D251E6">
              <w:rPr>
                <w:noProof/>
                <w:webHidden/>
              </w:rPr>
              <w:fldChar w:fldCharType="separate"/>
            </w:r>
            <w:r w:rsidR="00D251E6">
              <w:rPr>
                <w:noProof/>
                <w:webHidden/>
              </w:rPr>
              <w:t>5</w:t>
            </w:r>
            <w:r w:rsidR="00D251E6">
              <w:rPr>
                <w:noProof/>
                <w:webHidden/>
              </w:rPr>
              <w:fldChar w:fldCharType="end"/>
            </w:r>
          </w:hyperlink>
        </w:p>
        <w:p w14:paraId="03A27EB0" w14:textId="7F16CD12" w:rsidR="00D251E6" w:rsidRDefault="00904F5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6436073" w:history="1">
            <w:r w:rsidR="00D251E6" w:rsidRPr="00AF7882">
              <w:rPr>
                <w:rStyle w:val="Hypertextovodkaz"/>
                <w:noProof/>
              </w:rPr>
              <w:t>Kapitola 5.</w:t>
            </w:r>
            <w:r w:rsidR="00D251E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251E6" w:rsidRPr="00AF7882">
              <w:rPr>
                <w:rStyle w:val="Hypertextovodkaz"/>
                <w:noProof/>
              </w:rPr>
              <w:t>Seznam osob</w:t>
            </w:r>
            <w:r w:rsidR="00D251E6">
              <w:rPr>
                <w:noProof/>
                <w:webHidden/>
              </w:rPr>
              <w:tab/>
            </w:r>
            <w:r w:rsidR="00D251E6">
              <w:rPr>
                <w:noProof/>
                <w:webHidden/>
              </w:rPr>
              <w:fldChar w:fldCharType="begin"/>
            </w:r>
            <w:r w:rsidR="00D251E6">
              <w:rPr>
                <w:noProof/>
                <w:webHidden/>
              </w:rPr>
              <w:instrText xml:space="preserve"> PAGEREF _Toc96436073 \h </w:instrText>
            </w:r>
            <w:r w:rsidR="00D251E6">
              <w:rPr>
                <w:noProof/>
                <w:webHidden/>
              </w:rPr>
            </w:r>
            <w:r w:rsidR="00D251E6">
              <w:rPr>
                <w:noProof/>
                <w:webHidden/>
              </w:rPr>
              <w:fldChar w:fldCharType="separate"/>
            </w:r>
            <w:r w:rsidR="00D251E6">
              <w:rPr>
                <w:noProof/>
                <w:webHidden/>
              </w:rPr>
              <w:t>6</w:t>
            </w:r>
            <w:r w:rsidR="00D251E6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561EAAD6" w:rsidR="0031280B" w:rsidRDefault="0031280B" w:rsidP="006E5C6C">
      <w:pPr>
        <w:pStyle w:val="Nadpis2"/>
        <w:numPr>
          <w:ilvl w:val="0"/>
          <w:numId w:val="34"/>
        </w:numPr>
      </w:pPr>
      <w:bookmarkStart w:id="1" w:name="_Toc96436069"/>
      <w:r>
        <w:lastRenderedPageBreak/>
        <w:t>Základní údaje k</w:t>
      </w:r>
      <w:r w:rsidR="001424B3">
        <w:t> </w:t>
      </w:r>
      <w:r>
        <w:t>nabídce</w:t>
      </w:r>
      <w:bookmarkEnd w:id="1"/>
    </w:p>
    <w:p w14:paraId="027286C6" w14:textId="77777777" w:rsidR="001424B3" w:rsidRPr="001424B3" w:rsidRDefault="001424B3" w:rsidP="001424B3"/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658413AB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1424B3">
        <w:t xml:space="preserve">jako </w:t>
      </w:r>
      <w:r w:rsidR="000128D4" w:rsidRPr="001424B3">
        <w:rPr>
          <w:rFonts w:eastAsia="Times New Roman" w:cs="Times New Roman"/>
          <w:lang w:eastAsia="cs-CZ"/>
        </w:rPr>
        <w:t xml:space="preserve">podlimitní </w:t>
      </w:r>
      <w:r w:rsidR="001424B3" w:rsidRPr="001424B3">
        <w:rPr>
          <w:rFonts w:eastAsia="Times New Roman" w:cs="Times New Roman"/>
          <w:lang w:eastAsia="cs-CZ"/>
        </w:rPr>
        <w:t>sektorovou veřejnou zakázku</w:t>
      </w:r>
      <w:r w:rsidRPr="001424B3">
        <w:t>, jsou pravdivé</w:t>
      </w:r>
      <w:r w:rsidR="009771C9" w:rsidRPr="001424B3">
        <w:t>, úplné a odpovídají skutečnosti</w:t>
      </w:r>
      <w:r w:rsidRPr="001424B3">
        <w:t>. Úč</w:t>
      </w:r>
      <w:r>
        <w:t xml:space="preserve">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5B48E6AF" w14:textId="77777777" w:rsidR="001424B3" w:rsidRDefault="001424B3" w:rsidP="001424B3">
      <w:r>
        <w:t xml:space="preserve">Celková nabídková cena v Kč bez DPH: </w:t>
      </w:r>
      <w:r>
        <w:rPr>
          <w:highlight w:val="green"/>
        </w:rPr>
        <w:t>……………………</w:t>
      </w:r>
      <w:r>
        <w:t>Kč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59D230C8" w14:textId="77777777" w:rsidR="001424B3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A4163E8" w14:textId="77777777" w:rsidR="001424B3" w:rsidRDefault="001424B3" w:rsidP="00996617">
      <w:pPr>
        <w:tabs>
          <w:tab w:val="left" w:pos="7125"/>
        </w:tabs>
        <w:spacing w:after="0"/>
      </w:pPr>
    </w:p>
    <w:p w14:paraId="4DF82E9D" w14:textId="77777777" w:rsidR="001424B3" w:rsidRDefault="001424B3" w:rsidP="00996617">
      <w:pPr>
        <w:tabs>
          <w:tab w:val="left" w:pos="7125"/>
        </w:tabs>
        <w:spacing w:after="0"/>
      </w:pPr>
    </w:p>
    <w:p w14:paraId="3FA50FB2" w14:textId="77777777" w:rsidR="001424B3" w:rsidRDefault="001424B3" w:rsidP="00996617">
      <w:pPr>
        <w:tabs>
          <w:tab w:val="left" w:pos="7125"/>
        </w:tabs>
        <w:spacing w:after="0"/>
      </w:pPr>
    </w:p>
    <w:p w14:paraId="01D18297" w14:textId="77777777" w:rsidR="001424B3" w:rsidRDefault="001424B3" w:rsidP="00996617">
      <w:pPr>
        <w:tabs>
          <w:tab w:val="left" w:pos="7125"/>
        </w:tabs>
        <w:spacing w:after="0"/>
      </w:pPr>
    </w:p>
    <w:p w14:paraId="3D4C1A57" w14:textId="77777777" w:rsidR="001424B3" w:rsidRDefault="001424B3" w:rsidP="00996617">
      <w:pPr>
        <w:tabs>
          <w:tab w:val="left" w:pos="7125"/>
        </w:tabs>
        <w:spacing w:after="0"/>
      </w:pPr>
    </w:p>
    <w:p w14:paraId="1261F0AD" w14:textId="77777777" w:rsidR="001424B3" w:rsidRDefault="001424B3" w:rsidP="00996617">
      <w:pPr>
        <w:tabs>
          <w:tab w:val="left" w:pos="7125"/>
        </w:tabs>
        <w:spacing w:after="0"/>
      </w:pPr>
    </w:p>
    <w:p w14:paraId="6FC325E9" w14:textId="77777777" w:rsidR="001424B3" w:rsidRDefault="001424B3" w:rsidP="00996617">
      <w:pPr>
        <w:tabs>
          <w:tab w:val="left" w:pos="7125"/>
        </w:tabs>
        <w:spacing w:after="0"/>
      </w:pPr>
    </w:p>
    <w:p w14:paraId="7A887681" w14:textId="77777777" w:rsidR="001424B3" w:rsidRDefault="001424B3" w:rsidP="00996617">
      <w:pPr>
        <w:tabs>
          <w:tab w:val="left" w:pos="7125"/>
        </w:tabs>
        <w:spacing w:after="0"/>
      </w:pPr>
    </w:p>
    <w:p w14:paraId="7FCB89FA" w14:textId="77777777" w:rsidR="001424B3" w:rsidRDefault="001424B3" w:rsidP="00996617">
      <w:pPr>
        <w:tabs>
          <w:tab w:val="left" w:pos="7125"/>
        </w:tabs>
        <w:spacing w:after="0"/>
      </w:pPr>
    </w:p>
    <w:p w14:paraId="7709C2FE" w14:textId="77777777" w:rsidR="001424B3" w:rsidRDefault="001424B3" w:rsidP="00996617">
      <w:pPr>
        <w:tabs>
          <w:tab w:val="left" w:pos="7125"/>
        </w:tabs>
        <w:spacing w:after="0"/>
      </w:pPr>
    </w:p>
    <w:p w14:paraId="61FF559A" w14:textId="70C2AA3C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904F5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904F59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96436070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96436071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96436072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374896F4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716D0F" w:rsidRPr="00716D0F">
        <w:rPr>
          <w:rFonts w:eastAsia="Times New Roman" w:cs="Times New Roman"/>
          <w:lang w:eastAsia="cs-CZ"/>
        </w:rPr>
        <w:t>3 významné služby definované</w:t>
      </w:r>
      <w:r w:rsidR="00E85D44" w:rsidRPr="00716D0F">
        <w:rPr>
          <w:rFonts w:eastAsia="Times New Roman" w:cs="Times New Roman"/>
          <w:lang w:eastAsia="cs-CZ"/>
        </w:rPr>
        <w:t xml:space="preserve"> v čl. </w:t>
      </w:r>
      <w:r w:rsidR="00716D0F" w:rsidRPr="00716D0F">
        <w:rPr>
          <w:rFonts w:eastAsia="Times New Roman" w:cs="Times New Roman"/>
          <w:lang w:eastAsia="cs-CZ"/>
        </w:rPr>
        <w:t>8.5.1</w:t>
      </w:r>
      <w:r w:rsidR="00E85D44" w:rsidRPr="00716D0F">
        <w:rPr>
          <w:rFonts w:eastAsia="Times New Roman" w:cs="Times New Roman"/>
          <w:lang w:eastAsia="cs-CZ"/>
        </w:rPr>
        <w:t xml:space="preserve"> </w:t>
      </w:r>
      <w:r w:rsidR="00B87D91" w:rsidRPr="00716D0F">
        <w:rPr>
          <w:rFonts w:eastAsia="Times New Roman" w:cs="Times New Roman"/>
          <w:lang w:eastAsia="cs-CZ"/>
        </w:rPr>
        <w:t>V</w:t>
      </w:r>
      <w:r w:rsidR="00E85D44" w:rsidRPr="00716D0F">
        <w:rPr>
          <w:rFonts w:eastAsia="Times New Roman" w:cs="Times New Roman"/>
          <w:lang w:eastAsia="cs-CZ"/>
        </w:rPr>
        <w:t xml:space="preserve">ýzvy k podání nabídky </w:t>
      </w:r>
      <w:r w:rsidR="00716D0F" w:rsidRPr="00716D0F">
        <w:rPr>
          <w:rFonts w:eastAsia="Times New Roman" w:cs="Times New Roman"/>
          <w:lang w:eastAsia="cs-CZ"/>
        </w:rPr>
        <w:t>v min.</w:t>
      </w:r>
      <w:r w:rsidR="00E85D44" w:rsidRPr="00716D0F">
        <w:rPr>
          <w:rFonts w:eastAsia="Times New Roman" w:cs="Times New Roman"/>
          <w:lang w:eastAsia="cs-CZ"/>
        </w:rPr>
        <w:t xml:space="preserve"> hodnotě </w:t>
      </w:r>
      <w:r w:rsidR="00716D0F" w:rsidRPr="00716D0F">
        <w:rPr>
          <w:rFonts w:eastAsia="Times New Roman" w:cs="Times New Roman"/>
          <w:lang w:eastAsia="cs-CZ"/>
        </w:rPr>
        <w:t xml:space="preserve">1 000 000,- </w:t>
      </w:r>
      <w:r w:rsidR="00E85D44" w:rsidRPr="00716D0F">
        <w:rPr>
          <w:rFonts w:eastAsia="Times New Roman" w:cs="Times New Roman"/>
          <w:lang w:eastAsia="cs-CZ"/>
        </w:rPr>
        <w:t>Kč bez DPH</w:t>
      </w:r>
      <w:r w:rsidR="00AA5A57">
        <w:rPr>
          <w:rFonts w:eastAsia="Times New Roman" w:cs="Times New Roman"/>
          <w:lang w:eastAsia="cs-CZ"/>
        </w:rPr>
        <w:t xml:space="preserve"> za každou takovou službu</w:t>
      </w:r>
      <w:r w:rsidR="00E85D44" w:rsidRPr="00716D0F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90B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14:paraId="787C2C67" w14:textId="36740989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</w:p>
          <w:p w14:paraId="4EC0700A" w14:textId="26ED56F2" w:rsidR="00E85D44" w:rsidRDefault="00E85D44" w:rsidP="00716D0F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7971CF4" w14:textId="26E272A2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14:paraId="7B33DD72" w14:textId="3266CB04" w:rsidR="00E85D44" w:rsidRDefault="00E85D44" w:rsidP="00716D0F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E90B10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1424B3" w14:paraId="2848B760" w14:textId="77777777" w:rsidTr="00E90B10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50ABD60" w14:textId="77777777" w:rsidR="001424B3" w:rsidRDefault="001424B3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14:paraId="38101405" w14:textId="77777777" w:rsidR="001424B3" w:rsidRDefault="001424B3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14:paraId="5BDCDF4D" w14:textId="77777777" w:rsidR="001424B3" w:rsidRDefault="001424B3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14:paraId="436F84DC" w14:textId="77777777" w:rsidR="001424B3" w:rsidRDefault="001424B3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E90B1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3A95335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08DEFD5A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6DAA2562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3369099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77777777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96436073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8783FFB" w14:textId="77777777" w:rsidR="00F44645" w:rsidRPr="00175988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F44645" w:rsidRPr="00175988" w14:paraId="23E1AAD0" w14:textId="77777777" w:rsidTr="005913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  <w:shd w:val="clear" w:color="auto" w:fill="auto"/>
          </w:tcPr>
          <w:p w14:paraId="083B475F" w14:textId="77777777" w:rsidR="00F44645" w:rsidRPr="003D16AB" w:rsidRDefault="00F44645" w:rsidP="00DB70ED">
            <w:pPr>
              <w:rPr>
                <w:rFonts w:eastAsia="Times New Roman" w:cs="Times New Roman"/>
                <w:b/>
                <w:lang w:eastAsia="cs-CZ"/>
              </w:rPr>
            </w:pPr>
            <w:r w:rsidRPr="003D16AB">
              <w:rPr>
                <w:rFonts w:eastAsia="Times New Roman" w:cs="Times New Roman"/>
                <w:b/>
                <w:lang w:eastAsia="cs-CZ"/>
              </w:rPr>
              <w:t>Funkce</w:t>
            </w:r>
          </w:p>
        </w:tc>
        <w:tc>
          <w:tcPr>
            <w:tcW w:w="4351" w:type="dxa"/>
            <w:shd w:val="clear" w:color="auto" w:fill="auto"/>
          </w:tcPr>
          <w:p w14:paraId="652DAA0D" w14:textId="77777777" w:rsidR="00F44645" w:rsidRPr="003D16AB" w:rsidRDefault="00F44645" w:rsidP="00DB70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3D16AB">
              <w:rPr>
                <w:rFonts w:eastAsia="Times New Roman" w:cs="Times New Roman"/>
                <w:b/>
                <w:lang w:eastAsia="cs-CZ"/>
              </w:rPr>
              <w:t>Jméno a příjmení</w:t>
            </w:r>
          </w:p>
        </w:tc>
      </w:tr>
      <w:tr w:rsidR="00F44645" w:rsidRPr="00175988" w14:paraId="5D07A0DB" w14:textId="77777777" w:rsidTr="005913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  <w:shd w:val="clear" w:color="auto" w:fill="auto"/>
          </w:tcPr>
          <w:p w14:paraId="2362AB3B" w14:textId="7EB64B76" w:rsidR="00F44645" w:rsidRPr="00175988" w:rsidRDefault="00175988" w:rsidP="00DB70ED">
            <w:pPr>
              <w:rPr>
                <w:rFonts w:eastAsia="Times New Roman" w:cs="Times New Roman"/>
                <w:lang w:eastAsia="cs-CZ"/>
              </w:rPr>
            </w:pPr>
            <w:r w:rsidRPr="00175988">
              <w:rPr>
                <w:rFonts w:eastAsia="Times New Roman" w:cs="Times New Roman"/>
                <w:lang w:eastAsia="cs-CZ"/>
              </w:rPr>
              <w:t>Manažer úklidu</w:t>
            </w:r>
          </w:p>
        </w:tc>
        <w:tc>
          <w:tcPr>
            <w:tcW w:w="4351" w:type="dxa"/>
            <w:shd w:val="clear" w:color="auto" w:fill="auto"/>
          </w:tcPr>
          <w:p w14:paraId="1B4FBCB8" w14:textId="77777777" w:rsidR="00F44645" w:rsidRPr="00175988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:rsidRPr="00175988" w14:paraId="030DEE8B" w14:textId="77777777" w:rsidTr="005913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08B2CC60" w14:textId="43A23ABF" w:rsidR="00F44645" w:rsidRPr="00175988" w:rsidRDefault="00175988" w:rsidP="00DB70ED">
            <w:pPr>
              <w:rPr>
                <w:rFonts w:eastAsia="Times New Roman" w:cs="Times New Roman"/>
                <w:lang w:eastAsia="cs-CZ"/>
              </w:rPr>
            </w:pPr>
            <w:r w:rsidRPr="00175988">
              <w:rPr>
                <w:rFonts w:eastAsia="Times New Roman" w:cs="Times New Roman"/>
                <w:lang w:eastAsia="cs-CZ"/>
              </w:rPr>
              <w:t>Pracovník úklidu</w:t>
            </w:r>
          </w:p>
        </w:tc>
        <w:tc>
          <w:tcPr>
            <w:tcW w:w="4351" w:type="dxa"/>
          </w:tcPr>
          <w:p w14:paraId="4E57380B" w14:textId="77777777" w:rsidR="00F44645" w:rsidRPr="00175988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:rsidRPr="00175988" w14:paraId="0AC6A739" w14:textId="77777777" w:rsidTr="005913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4884F73A" w14:textId="4805DE12" w:rsidR="00F44645" w:rsidRPr="00175988" w:rsidRDefault="00175988" w:rsidP="00DB70ED">
            <w:pPr>
              <w:rPr>
                <w:rFonts w:eastAsia="Times New Roman" w:cs="Times New Roman"/>
                <w:lang w:eastAsia="cs-CZ"/>
              </w:rPr>
            </w:pPr>
            <w:r w:rsidRPr="00175988">
              <w:rPr>
                <w:rFonts w:eastAsia="Times New Roman" w:cs="Times New Roman"/>
                <w:lang w:eastAsia="cs-CZ"/>
              </w:rPr>
              <w:t>Pracovník úklidu</w:t>
            </w:r>
          </w:p>
        </w:tc>
        <w:tc>
          <w:tcPr>
            <w:tcW w:w="4351" w:type="dxa"/>
          </w:tcPr>
          <w:p w14:paraId="300D56C6" w14:textId="77777777" w:rsidR="00F44645" w:rsidRPr="00175988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:rsidRPr="00175988" w14:paraId="03CC9933" w14:textId="77777777" w:rsidTr="005913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0209FF84" w14:textId="0324A871" w:rsidR="00F44645" w:rsidRPr="00175988" w:rsidRDefault="00175988" w:rsidP="00DB70ED">
            <w:pPr>
              <w:rPr>
                <w:rFonts w:eastAsia="Times New Roman" w:cs="Times New Roman"/>
                <w:lang w:eastAsia="cs-CZ"/>
              </w:rPr>
            </w:pPr>
            <w:r w:rsidRPr="00175988">
              <w:rPr>
                <w:rFonts w:eastAsia="Times New Roman" w:cs="Times New Roman"/>
                <w:lang w:eastAsia="cs-CZ"/>
              </w:rPr>
              <w:t>Pracovník úklidu</w:t>
            </w:r>
          </w:p>
        </w:tc>
        <w:tc>
          <w:tcPr>
            <w:tcW w:w="4351" w:type="dxa"/>
          </w:tcPr>
          <w:p w14:paraId="549C1B35" w14:textId="77777777" w:rsidR="00F44645" w:rsidRPr="00175988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:rsidRPr="00175988" w14:paraId="274AC354" w14:textId="77777777" w:rsidTr="005913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4933197A" w:rsidR="00F44645" w:rsidRPr="00175988" w:rsidRDefault="00F44645" w:rsidP="00E417E8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EA3274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EA3274">
              <w:rPr>
                <w:rFonts w:eastAsia="Times New Roman" w:cs="Times New Roman"/>
                <w:highlight w:val="green"/>
                <w:lang w:eastAsia="cs-CZ"/>
              </w:rPr>
              <w:t xml:space="preserve">adě, že dodavatel uvede více </w:t>
            </w:r>
            <w:r w:rsidR="00175988" w:rsidRPr="00EA3274">
              <w:rPr>
                <w:rFonts w:eastAsia="Times New Roman" w:cs="Times New Roman"/>
                <w:highlight w:val="green"/>
                <w:lang w:eastAsia="cs-CZ"/>
              </w:rPr>
              <w:t xml:space="preserve">osob pracovníků úklidu (min. </w:t>
            </w:r>
            <w:r w:rsidR="00E417E8">
              <w:rPr>
                <w:rFonts w:eastAsia="Times New Roman" w:cs="Times New Roman"/>
                <w:highlight w:val="green"/>
                <w:lang w:eastAsia="cs-CZ"/>
              </w:rPr>
              <w:t>3</w:t>
            </w:r>
            <w:r w:rsidR="00175988" w:rsidRPr="00EA3274">
              <w:rPr>
                <w:rFonts w:eastAsia="Times New Roman" w:cs="Times New Roman"/>
                <w:highlight w:val="green"/>
                <w:lang w:eastAsia="cs-CZ"/>
              </w:rPr>
              <w:t xml:space="preserve"> osob</w:t>
            </w:r>
            <w:r w:rsidR="00E417E8">
              <w:rPr>
                <w:rFonts w:eastAsia="Times New Roman" w:cs="Times New Roman"/>
                <w:highlight w:val="green"/>
                <w:lang w:eastAsia="cs-CZ"/>
              </w:rPr>
              <w:t>y</w:t>
            </w:r>
            <w:r w:rsidR="00175988" w:rsidRPr="00EA3274">
              <w:rPr>
                <w:rFonts w:eastAsia="Times New Roman" w:cs="Times New Roman"/>
                <w:highlight w:val="green"/>
                <w:lang w:eastAsia="cs-CZ"/>
              </w:rPr>
              <w:t xml:space="preserve">), </w:t>
            </w:r>
            <w:r w:rsidRPr="00EA3274">
              <w:rPr>
                <w:rFonts w:eastAsia="Times New Roman" w:cs="Times New Roman"/>
                <w:highlight w:val="green"/>
                <w:lang w:eastAsia="cs-CZ"/>
              </w:rPr>
              <w:t>upraví dodavatel tabulku dle potřeby.</w:t>
            </w:r>
            <w:r w:rsidRPr="00175988">
              <w:rPr>
                <w:rFonts w:eastAsia="Times New Roman" w:cs="Times New Roman"/>
                <w:lang w:eastAsia="cs-CZ"/>
              </w:rPr>
              <w:t xml:space="preserve"> </w:t>
            </w:r>
          </w:p>
        </w:tc>
      </w:tr>
      <w:tr w:rsidR="00F44645" w:rsidRPr="00175988" w14:paraId="4057DA1D" w14:textId="77777777" w:rsidTr="005913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Pr="00175988" w:rsidRDefault="00F44645" w:rsidP="00DB70ED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Pr="00175988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41ABD601" w:rsidR="00F44645" w:rsidRPr="00175988" w:rsidRDefault="00660BA2" w:rsidP="00F44645">
      <w:pPr>
        <w:spacing w:after="0" w:line="240" w:lineRule="auto"/>
        <w:rPr>
          <w:rFonts w:eastAsia="Times New Roman" w:cs="Times New Roman"/>
          <w:lang w:eastAsia="cs-CZ"/>
        </w:rPr>
      </w:pPr>
      <w:r w:rsidRPr="00660BA2">
        <w:rPr>
          <w:rFonts w:eastAsia="Times New Roman" w:cs="Times New Roman"/>
          <w:lang w:eastAsia="cs-CZ"/>
        </w:rPr>
        <w:t>Dodavatel, jakožto osoba jednající v této věci za své zaměstnance či osoby v jiném obdobném postavení ve vztahu k dodavateli, čestně prohlašuje, že výše uvedené osoby poskytnou potřebnou součinnost za účelem úspěšného absolvování školení BOZP a PO. Předmětné školení se uskuteční nejpozději do 14 dnů ode dne nabytí účinnosti smlouvy o poskytování služeb. O termínu školení BOZP a PO bude dodavatel zadavatelem informován.</w:t>
      </w:r>
    </w:p>
    <w:p w14:paraId="1D120F44" w14:textId="77777777" w:rsidR="00660BA2" w:rsidRDefault="00660BA2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u w:val="single"/>
          <w:lang w:eastAsia="cs-CZ"/>
        </w:rPr>
      </w:pPr>
    </w:p>
    <w:p w14:paraId="541E27BE" w14:textId="037E3DB6" w:rsidR="00F44645" w:rsidRPr="00175988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u w:val="single"/>
          <w:lang w:eastAsia="cs-CZ"/>
        </w:rPr>
      </w:pPr>
      <w:r w:rsidRPr="00175988">
        <w:rPr>
          <w:rFonts w:eastAsia="Times New Roman" w:cs="Times New Roman"/>
          <w:u w:val="single"/>
          <w:lang w:eastAsia="cs-CZ"/>
        </w:rPr>
        <w:t>Přílohy:</w:t>
      </w:r>
    </w:p>
    <w:p w14:paraId="23E77F5D" w14:textId="250A2709" w:rsidR="00F44645" w:rsidRPr="00660BA2" w:rsidRDefault="00F44645" w:rsidP="00660BA2">
      <w:pPr>
        <w:pStyle w:val="Odstavecseseznamem"/>
        <w:numPr>
          <w:ilvl w:val="0"/>
          <w:numId w:val="36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60BA2">
        <w:rPr>
          <w:rFonts w:eastAsia="Times New Roman" w:cs="Times New Roman"/>
          <w:lang w:eastAsia="cs-CZ"/>
        </w:rPr>
        <w:t xml:space="preserve">Životopis </w:t>
      </w:r>
      <w:r w:rsidR="00175988" w:rsidRPr="00660BA2">
        <w:rPr>
          <w:rFonts w:eastAsia="Times New Roman" w:cs="Times New Roman"/>
          <w:lang w:eastAsia="cs-CZ"/>
        </w:rPr>
        <w:t>manažera úklidu</w:t>
      </w:r>
    </w:p>
    <w:p w14:paraId="37DB50D5" w14:textId="42CDDBBA" w:rsidR="00F44645" w:rsidRPr="00660BA2" w:rsidRDefault="00F44645" w:rsidP="00660BA2">
      <w:pPr>
        <w:pStyle w:val="Odstavecseseznamem"/>
        <w:numPr>
          <w:ilvl w:val="0"/>
          <w:numId w:val="36"/>
        </w:numPr>
        <w:spacing w:after="0"/>
        <w:rPr>
          <w:rFonts w:eastAsia="Times New Roman" w:cs="Times New Roman"/>
          <w:lang w:eastAsia="cs-CZ"/>
        </w:rPr>
      </w:pPr>
      <w:r w:rsidRPr="00660BA2">
        <w:rPr>
          <w:rFonts w:eastAsia="Times New Roman" w:cs="Times New Roman"/>
          <w:lang w:eastAsia="cs-CZ"/>
        </w:rPr>
        <w:t>Výpisy z</w:t>
      </w:r>
      <w:r w:rsidR="00175988" w:rsidRPr="00660BA2">
        <w:rPr>
          <w:rFonts w:eastAsia="Times New Roman" w:cs="Times New Roman"/>
          <w:lang w:eastAsia="cs-CZ"/>
        </w:rPr>
        <w:t> rejstříku trestů pro všechny osoby uvedené v seznamu osob</w:t>
      </w:r>
    </w:p>
    <w:p w14:paraId="6E7348EE" w14:textId="03D162BA" w:rsidR="00175988" w:rsidRDefault="00175988" w:rsidP="00F44645">
      <w:pPr>
        <w:spacing w:after="0"/>
        <w:rPr>
          <w:rFonts w:eastAsia="Times New Roman" w:cs="Times New Roman"/>
          <w:highlight w:val="yellow"/>
          <w:lang w:eastAsia="cs-CZ"/>
        </w:rPr>
      </w:pPr>
    </w:p>
    <w:p w14:paraId="12C5215C" w14:textId="32C5BDC8" w:rsidR="00175988" w:rsidRDefault="00175988" w:rsidP="00F44645">
      <w:pPr>
        <w:spacing w:after="0"/>
        <w:rPr>
          <w:rFonts w:eastAsia="Times New Roman" w:cs="Times New Roman"/>
          <w:highlight w:val="yellow"/>
          <w:lang w:eastAsia="cs-CZ"/>
        </w:rPr>
      </w:pPr>
    </w:p>
    <w:p w14:paraId="670E60BE" w14:textId="5BF94001" w:rsidR="00175988" w:rsidRDefault="00175988" w:rsidP="00F44645">
      <w:pPr>
        <w:spacing w:after="0"/>
        <w:rPr>
          <w:rFonts w:eastAsia="Times New Roman" w:cs="Times New Roman"/>
          <w:highlight w:val="yellow"/>
          <w:lang w:eastAsia="cs-CZ"/>
        </w:rPr>
      </w:pPr>
    </w:p>
    <w:p w14:paraId="04194B72" w14:textId="6664955A" w:rsidR="00175988" w:rsidRDefault="00175988" w:rsidP="00F44645">
      <w:pPr>
        <w:spacing w:after="0"/>
        <w:rPr>
          <w:rFonts w:eastAsia="Times New Roman" w:cs="Times New Roman"/>
          <w:highlight w:val="yellow"/>
          <w:lang w:eastAsia="cs-CZ"/>
        </w:rPr>
      </w:pPr>
    </w:p>
    <w:p w14:paraId="3BC2895E" w14:textId="3F13E772" w:rsidR="00175988" w:rsidRDefault="00175988" w:rsidP="00F44645">
      <w:pPr>
        <w:spacing w:after="0"/>
        <w:rPr>
          <w:rFonts w:eastAsia="Times New Roman" w:cs="Times New Roman"/>
          <w:highlight w:val="yellow"/>
          <w:lang w:eastAsia="cs-CZ"/>
        </w:rPr>
      </w:pPr>
    </w:p>
    <w:p w14:paraId="7FAA3B71" w14:textId="313CFF11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328217B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59958ED" w14:textId="0F1B1992" w:rsidR="00175988" w:rsidRDefault="00175988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B0A03A" w14:textId="77777777" w:rsidR="00175988" w:rsidRDefault="00175988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431A04EC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83BB8D6" w14:textId="5E380288" w:rsidR="005454B0" w:rsidRDefault="005454B0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5C614F1" w14:textId="5BFCE794" w:rsidR="005454B0" w:rsidRDefault="005454B0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4D04E4" w14:textId="1FB36D71" w:rsidR="005454B0" w:rsidRDefault="005454B0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7A3828" w14:textId="42047258" w:rsidR="005454B0" w:rsidRDefault="005454B0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FA3814C" w14:textId="77777777" w:rsidR="005454B0" w:rsidRDefault="005454B0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4507A5" w14:textId="77777777" w:rsidR="00904F59" w:rsidRDefault="00904F59" w:rsidP="00962258">
      <w:pPr>
        <w:spacing w:after="0" w:line="240" w:lineRule="auto"/>
      </w:pPr>
      <w:r>
        <w:separator/>
      </w:r>
    </w:p>
  </w:endnote>
  <w:endnote w:type="continuationSeparator" w:id="0">
    <w:p w14:paraId="66B7FA02" w14:textId="77777777" w:rsidR="00904F59" w:rsidRDefault="00904F5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0E33DD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C697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C697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D568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441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13CD69E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C697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C697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03A28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0EF7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0D9BA8F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C697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C697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5C2CCD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C19FA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FE21A" w14:textId="77777777" w:rsidR="00904F59" w:rsidRDefault="00904F59" w:rsidP="00962258">
      <w:pPr>
        <w:spacing w:after="0" w:line="240" w:lineRule="auto"/>
      </w:pPr>
      <w:r>
        <w:separator/>
      </w:r>
    </w:p>
  </w:footnote>
  <w:footnote w:type="continuationSeparator" w:id="0">
    <w:p w14:paraId="2B90D239" w14:textId="77777777" w:rsidR="00904F59" w:rsidRDefault="00904F59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B24A2B"/>
    <w:multiLevelType w:val="hybridMultilevel"/>
    <w:tmpl w:val="3CA27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1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424B3"/>
    <w:rsid w:val="001550BC"/>
    <w:rsid w:val="001605B9"/>
    <w:rsid w:val="00170EC5"/>
    <w:rsid w:val="00171BF4"/>
    <w:rsid w:val="001747C1"/>
    <w:rsid w:val="00175988"/>
    <w:rsid w:val="00180E4B"/>
    <w:rsid w:val="00184743"/>
    <w:rsid w:val="00190137"/>
    <w:rsid w:val="001F49FF"/>
    <w:rsid w:val="00207DF5"/>
    <w:rsid w:val="002243A8"/>
    <w:rsid w:val="00225620"/>
    <w:rsid w:val="002305E9"/>
    <w:rsid w:val="0023070F"/>
    <w:rsid w:val="00233222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240E"/>
    <w:rsid w:val="003B596F"/>
    <w:rsid w:val="003D16AB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454B0"/>
    <w:rsid w:val="00553375"/>
    <w:rsid w:val="00557C28"/>
    <w:rsid w:val="005736B7"/>
    <w:rsid w:val="00575E5A"/>
    <w:rsid w:val="0059134A"/>
    <w:rsid w:val="005B219F"/>
    <w:rsid w:val="005C6973"/>
    <w:rsid w:val="005D7E39"/>
    <w:rsid w:val="005F1404"/>
    <w:rsid w:val="0061068E"/>
    <w:rsid w:val="00613242"/>
    <w:rsid w:val="00654420"/>
    <w:rsid w:val="00660AD3"/>
    <w:rsid w:val="00660BA2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16D0F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04F59"/>
    <w:rsid w:val="00922385"/>
    <w:rsid w:val="009223DF"/>
    <w:rsid w:val="00923DE9"/>
    <w:rsid w:val="00924ACC"/>
    <w:rsid w:val="00936091"/>
    <w:rsid w:val="00940D8A"/>
    <w:rsid w:val="0096016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5A57"/>
    <w:rsid w:val="00AA65FA"/>
    <w:rsid w:val="00AA7351"/>
    <w:rsid w:val="00AD056F"/>
    <w:rsid w:val="00AD6731"/>
    <w:rsid w:val="00B15D0D"/>
    <w:rsid w:val="00B468D2"/>
    <w:rsid w:val="00B66451"/>
    <w:rsid w:val="00B75EE1"/>
    <w:rsid w:val="00B77481"/>
    <w:rsid w:val="00B80C19"/>
    <w:rsid w:val="00B8518B"/>
    <w:rsid w:val="00B87D91"/>
    <w:rsid w:val="00B93EF0"/>
    <w:rsid w:val="00BD7E91"/>
    <w:rsid w:val="00BF1600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251E6"/>
    <w:rsid w:val="00D4108E"/>
    <w:rsid w:val="00D6163D"/>
    <w:rsid w:val="00D73D46"/>
    <w:rsid w:val="00D831A3"/>
    <w:rsid w:val="00DB7EA1"/>
    <w:rsid w:val="00DC75F3"/>
    <w:rsid w:val="00DD46F3"/>
    <w:rsid w:val="00DE1BFA"/>
    <w:rsid w:val="00DE56F2"/>
    <w:rsid w:val="00DF116D"/>
    <w:rsid w:val="00E34137"/>
    <w:rsid w:val="00E36C4A"/>
    <w:rsid w:val="00E417E8"/>
    <w:rsid w:val="00E46950"/>
    <w:rsid w:val="00E85D44"/>
    <w:rsid w:val="00E90B10"/>
    <w:rsid w:val="00EA3274"/>
    <w:rsid w:val="00EB104F"/>
    <w:rsid w:val="00ED14BD"/>
    <w:rsid w:val="00ED553C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E6A512E5-A051-4766-A72A-2F295B331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D334692-1370-4C8D-9170-6A4408B69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34</TotalTime>
  <Pages>6</Pages>
  <Words>756</Words>
  <Characters>4465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Poláčková Dagmar</cp:lastModifiedBy>
  <cp:revision>17</cp:revision>
  <cp:lastPrinted>2017-11-28T17:18:00Z</cp:lastPrinted>
  <dcterms:created xsi:type="dcterms:W3CDTF">2022-02-22T09:01:00Z</dcterms:created>
  <dcterms:modified xsi:type="dcterms:W3CDTF">2022-03-02T09:36:00Z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